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3895EDF4" w:rsidR="004E36AD" w:rsidRPr="002974AF" w:rsidRDefault="004E36AD" w:rsidP="00690137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566794">
        <w:rPr>
          <w:rStyle w:val="Strong"/>
          <w:rFonts w:asciiTheme="minorHAnsi" w:hAnsiTheme="minorHAnsi" w:cstheme="minorHAnsi"/>
          <w:lang w:val="en-GB"/>
        </w:rPr>
        <w:t>22-SS00</w:t>
      </w:r>
      <w:r w:rsidR="003E3105">
        <w:rPr>
          <w:rStyle w:val="Strong"/>
          <w:rFonts w:asciiTheme="minorHAnsi" w:hAnsiTheme="minorHAnsi" w:cstheme="minorHAnsi"/>
          <w:lang w:val="en-GB"/>
        </w:rPr>
        <w:t>3</w:t>
      </w:r>
      <w:r w:rsidR="00566794">
        <w:rPr>
          <w:rStyle w:val="Strong"/>
          <w:rFonts w:asciiTheme="minorHAnsi" w:hAnsiTheme="minorHAnsi" w:cstheme="minorHAnsi"/>
          <w:lang w:val="en-GB"/>
        </w:rPr>
        <w:t>-2</w:t>
      </w:r>
      <w:r w:rsidR="003E3105">
        <w:rPr>
          <w:rStyle w:val="Strong"/>
          <w:rFonts w:asciiTheme="minorHAnsi" w:hAnsiTheme="minorHAnsi" w:cstheme="minorHAnsi"/>
          <w:lang w:val="en-GB"/>
        </w:rPr>
        <w:t>4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2341F237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75C1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 w:rsidR="000F25FC">
          <w:rPr>
            <w:rStyle w:val="Hyperlink"/>
          </w:rPr>
          <w:t>Tender List | Central Procurement Unit</w:t>
        </w:r>
      </w:hyperlink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690137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75C1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3DCC2AD5" w:rsidR="00B0293A" w:rsidRPr="0069013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5F6EF899" w:rsidR="00B0293A" w:rsidRPr="00532E97" w:rsidRDefault="003E3105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24/</w:t>
            </w:r>
            <w:r w:rsidR="007D6DE1">
              <w:rPr>
                <w:rFonts w:ascii="Calibri" w:hAnsi="Calibri"/>
                <w:szCs w:val="20"/>
              </w:rPr>
              <w:t>01</w:t>
            </w:r>
            <w:r w:rsidR="00400DBA">
              <w:rPr>
                <w:rFonts w:ascii="Calibri" w:hAnsi="Calibri"/>
                <w:szCs w:val="20"/>
              </w:rPr>
              <w:t>/202</w:t>
            </w:r>
            <w:r w:rsidR="007D6DE1"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69013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70AC52A4" w:rsidR="00B0293A" w:rsidRPr="00B0293A" w:rsidRDefault="003E3105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31</w:t>
            </w:r>
            <w:r w:rsidR="007D6DE1">
              <w:rPr>
                <w:rFonts w:ascii="Calibri" w:hAnsi="Calibri"/>
                <w:szCs w:val="20"/>
                <w:highlight w:val="yellow"/>
              </w:rPr>
              <w:t>/01/2024</w:t>
            </w:r>
            <w:r w:rsidR="00B0293A" w:rsidRPr="00B0293A">
              <w:rPr>
                <w:rFonts w:ascii="Calibri" w:hAnsi="Calibri"/>
                <w:szCs w:val="20"/>
                <w:highlight w:val="yellow"/>
              </w:rPr>
              <w:t xml:space="preserve"> (1</w:t>
            </w:r>
            <w:r w:rsidR="00696933">
              <w:rPr>
                <w:rFonts w:ascii="Calibri" w:hAnsi="Calibri"/>
                <w:szCs w:val="20"/>
                <w:highlight w:val="yellow"/>
              </w:rPr>
              <w:t>7</w:t>
            </w:r>
            <w:r w:rsidR="00B0293A" w:rsidRPr="00B0293A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21600EC1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72A0AFB4" w:rsidR="00B0293A" w:rsidRPr="00532E97" w:rsidRDefault="003E310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07</w:t>
            </w:r>
            <w:r w:rsidR="007D6DE1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2</w:t>
            </w:r>
            <w:r w:rsidR="00400DBA">
              <w:rPr>
                <w:rFonts w:ascii="Calibri" w:hAnsi="Calibri"/>
                <w:szCs w:val="20"/>
              </w:rPr>
              <w:t>/202</w:t>
            </w:r>
            <w:r w:rsidR="007D6DE1"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69013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176932A9" w:rsidR="00B0293A" w:rsidRPr="00B0293A" w:rsidRDefault="00B0293A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B0293A"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7D6DE1">
              <w:rPr>
                <w:rFonts w:ascii="Calibri" w:hAnsi="Calibri"/>
                <w:szCs w:val="20"/>
                <w:highlight w:val="yellow"/>
              </w:rPr>
              <w:t>1</w:t>
            </w:r>
            <w:r w:rsidR="003E3105">
              <w:rPr>
                <w:rFonts w:ascii="Calibri" w:hAnsi="Calibri"/>
                <w:szCs w:val="20"/>
                <w:highlight w:val="yellow"/>
              </w:rPr>
              <w:t>9</w:t>
            </w:r>
            <w:r w:rsidR="007D6DE1">
              <w:rPr>
                <w:rFonts w:ascii="Calibri" w:hAnsi="Calibri"/>
                <w:szCs w:val="20"/>
                <w:highlight w:val="yellow"/>
              </w:rPr>
              <w:t>/02/24</w:t>
            </w:r>
            <w:r w:rsidRPr="00B0293A">
              <w:rPr>
                <w:rFonts w:ascii="Calibri" w:hAnsi="Calibri"/>
                <w:szCs w:val="20"/>
                <w:highlight w:val="yellow"/>
              </w:rPr>
              <w:t>(1</w:t>
            </w:r>
            <w:r w:rsidR="00696933">
              <w:rPr>
                <w:rFonts w:ascii="Calibri" w:hAnsi="Calibri"/>
                <w:szCs w:val="20"/>
                <w:highlight w:val="yellow"/>
              </w:rPr>
              <w:t>7</w:t>
            </w:r>
            <w:r w:rsidRPr="00B0293A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7871929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0EA292E4" w:rsidR="00B0293A" w:rsidRPr="00532E97" w:rsidRDefault="003E310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21</w:t>
            </w:r>
            <w:r w:rsidR="007D6DE1">
              <w:rPr>
                <w:rFonts w:ascii="Calibri" w:hAnsi="Calibri"/>
                <w:szCs w:val="20"/>
              </w:rPr>
              <w:t>/02</w:t>
            </w:r>
            <w:r w:rsidR="00400DBA">
              <w:rPr>
                <w:rFonts w:ascii="Calibri" w:hAnsi="Calibri"/>
                <w:szCs w:val="20"/>
              </w:rPr>
              <w:t>/202</w:t>
            </w:r>
            <w:r w:rsidR="007D6DE1"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4F6D8EED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7F7E1D9E" w:rsidR="00B0293A" w:rsidRPr="00532E97" w:rsidRDefault="003E310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23</w:t>
            </w:r>
            <w:r w:rsidR="007D6DE1">
              <w:rPr>
                <w:rFonts w:ascii="Calibri" w:hAnsi="Calibri"/>
                <w:szCs w:val="20"/>
              </w:rPr>
              <w:t>/02</w:t>
            </w:r>
            <w:r w:rsidR="00400DBA">
              <w:rPr>
                <w:rFonts w:ascii="Calibri" w:hAnsi="Calibri"/>
                <w:szCs w:val="20"/>
              </w:rPr>
              <w:t>/202</w:t>
            </w:r>
            <w:r w:rsidR="007D6DE1"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5BE95EA8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4D9A33E9" w:rsidR="00B0293A" w:rsidRPr="00532E97" w:rsidRDefault="003E310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07</w:t>
            </w:r>
            <w:r w:rsidR="007D6DE1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3</w:t>
            </w:r>
            <w:r w:rsidR="00400DBA">
              <w:rPr>
                <w:rFonts w:ascii="Calibri" w:hAnsi="Calibri"/>
                <w:szCs w:val="20"/>
              </w:rPr>
              <w:t>/202</w:t>
            </w:r>
            <w:r w:rsidR="007D6DE1"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378B2A42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194BBB62" w:rsidR="00B0293A" w:rsidRPr="00532E97" w:rsidRDefault="003E310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08</w:t>
            </w:r>
            <w:r w:rsidR="007D6DE1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3</w:t>
            </w:r>
            <w:r w:rsidR="00400DBA">
              <w:rPr>
                <w:rFonts w:ascii="Calibri" w:hAnsi="Calibri"/>
                <w:szCs w:val="20"/>
              </w:rPr>
              <w:t>/202</w:t>
            </w:r>
            <w:r w:rsidR="007D6DE1"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6032BC10" w:rsidR="00B0293A" w:rsidRPr="00532E97" w:rsidRDefault="003E310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11</w:t>
            </w:r>
            <w:bookmarkStart w:id="0" w:name="_GoBack"/>
            <w:bookmarkEnd w:id="0"/>
            <w:r w:rsidR="007D6DE1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3</w:t>
            </w:r>
            <w:r w:rsidR="00400DBA">
              <w:rPr>
                <w:rFonts w:ascii="Calibri" w:hAnsi="Calibri"/>
                <w:szCs w:val="20"/>
              </w:rPr>
              <w:t>/202</w:t>
            </w:r>
            <w:r w:rsidR="007D6DE1">
              <w:rPr>
                <w:rFonts w:ascii="Calibri" w:hAnsi="Calibri"/>
                <w:szCs w:val="20"/>
              </w:rPr>
              <w:t>4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563DC2A0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2974AF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491358" w14:textId="77777777" w:rsidR="00012F4B" w:rsidRDefault="00012F4B">
      <w:r>
        <w:separator/>
      </w:r>
    </w:p>
  </w:endnote>
  <w:endnote w:type="continuationSeparator" w:id="0">
    <w:p w14:paraId="69B4177B" w14:textId="77777777" w:rsidR="00012F4B" w:rsidRDefault="00012F4B">
      <w:r>
        <w:continuationSeparator/>
      </w:r>
    </w:p>
  </w:endnote>
  <w:endnote w:type="continuationNotice" w:id="1">
    <w:p w14:paraId="37BCEFC6" w14:textId="77777777" w:rsidR="00012F4B" w:rsidRDefault="00012F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7D6DE1" w:rsidRPr="007D6DE1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7D6DE1" w:rsidRPr="007D6DE1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0F196238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3E3105">
      <w:rPr>
        <w:noProof/>
      </w:rPr>
      <w:t>2024-01-23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A3C303" w14:textId="77777777" w:rsidR="00012F4B" w:rsidRDefault="00012F4B">
      <w:r>
        <w:separator/>
      </w:r>
    </w:p>
  </w:footnote>
  <w:footnote w:type="continuationSeparator" w:id="0">
    <w:p w14:paraId="099AD0CB" w14:textId="77777777" w:rsidR="00012F4B" w:rsidRDefault="00012F4B">
      <w:r>
        <w:continuationSeparator/>
      </w:r>
    </w:p>
  </w:footnote>
  <w:footnote w:type="continuationNotice" w:id="1">
    <w:p w14:paraId="65C79744" w14:textId="77777777" w:rsidR="00012F4B" w:rsidRDefault="00012F4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9C872" w14:textId="765A3CEB" w:rsidR="00133D55" w:rsidRPr="00141577" w:rsidRDefault="002974AF" w:rsidP="002974AF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  <w:lang w:val="en-AU" w:eastAsia="en-AU"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690137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2974AF">
      <w:rPr>
        <w:rStyle w:val="Strong"/>
        <w:rFonts w:asciiTheme="minorHAnsi" w:hAnsiTheme="minorHAnsi" w:cstheme="minorHAnsi"/>
        <w:lang w:val="en-GB"/>
      </w:rPr>
      <w:t>22-</w:t>
    </w:r>
    <w:r w:rsidR="00566794">
      <w:rPr>
        <w:rStyle w:val="Strong"/>
        <w:rFonts w:asciiTheme="minorHAnsi" w:hAnsiTheme="minorHAnsi" w:cstheme="minorHAnsi"/>
        <w:lang w:val="en-GB"/>
      </w:rPr>
      <w:t>SS</w:t>
    </w:r>
    <w:r w:rsidRPr="00690137">
      <w:rPr>
        <w:rStyle w:val="Strong"/>
        <w:rFonts w:asciiTheme="minorHAnsi" w:hAnsiTheme="minorHAnsi" w:cstheme="minorHAnsi"/>
        <w:lang w:val="en-GB"/>
      </w:rPr>
      <w:t>00</w:t>
    </w:r>
    <w:r w:rsidR="006043EE">
      <w:rPr>
        <w:rFonts w:asciiTheme="minorHAnsi" w:hAnsiTheme="minorHAnsi" w:cs="Calibri"/>
        <w:sz w:val="20"/>
      </w:rPr>
      <w:fldChar w:fldCharType="end"/>
    </w:r>
    <w:r w:rsidR="003E3105">
      <w:rPr>
        <w:rStyle w:val="Strong"/>
        <w:rFonts w:cstheme="minorHAnsi"/>
        <w:lang w:val="en-GB"/>
      </w:rPr>
      <w:t>3-24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1"/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9"/>
  </w:num>
  <w:num w:numId="9">
    <w:abstractNumId w:val="0"/>
  </w:num>
  <w:num w:numId="10">
    <w:abstractNumId w:val="8"/>
  </w:num>
  <w:num w:numId="11">
    <w:abstractNumId w:val="2"/>
  </w:num>
  <w:num w:numId="1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0CF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2F4B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27CB5"/>
    <w:rsid w:val="000311F1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5D4A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45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5FC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4AD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564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011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4AF"/>
    <w:rsid w:val="00297B28"/>
    <w:rsid w:val="002A0EBD"/>
    <w:rsid w:val="002A17BD"/>
    <w:rsid w:val="002A2F98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105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0DBA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C6B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6C4"/>
    <w:rsid w:val="004A78D2"/>
    <w:rsid w:val="004B0353"/>
    <w:rsid w:val="004B074B"/>
    <w:rsid w:val="004B0A79"/>
    <w:rsid w:val="004B1E07"/>
    <w:rsid w:val="004B361E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6794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75C1"/>
    <w:rsid w:val="00601BCE"/>
    <w:rsid w:val="00601F98"/>
    <w:rsid w:val="006021ED"/>
    <w:rsid w:val="006024A3"/>
    <w:rsid w:val="00602BF6"/>
    <w:rsid w:val="00603A2E"/>
    <w:rsid w:val="00603D19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0137"/>
    <w:rsid w:val="006910CD"/>
    <w:rsid w:val="00691666"/>
    <w:rsid w:val="0069194C"/>
    <w:rsid w:val="006919E6"/>
    <w:rsid w:val="00693E77"/>
    <w:rsid w:val="00695D1D"/>
    <w:rsid w:val="00696933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1EF1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6DE1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73E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99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961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1531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2FC0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450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14B6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5763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3707B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6D1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59E1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?page=1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A86AFC-547C-43CC-8DA8-0AB0496DE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11</TotalTime>
  <Pages>2</Pages>
  <Words>200</Words>
  <Characters>1140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1338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9</cp:revision>
  <cp:lastPrinted>2013-10-18T08:32:00Z</cp:lastPrinted>
  <dcterms:created xsi:type="dcterms:W3CDTF">2023-10-16T02:02:00Z</dcterms:created>
  <dcterms:modified xsi:type="dcterms:W3CDTF">2024-01-22T21:58:00Z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